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737" w:rsidRPr="00EE2A92" w:rsidRDefault="006F4737" w:rsidP="001F5D8B">
      <w:pPr>
        <w:ind w:firstLine="720"/>
        <w:rPr>
          <w:rFonts w:ascii="Cambria" w:hAnsi="Cambria" w:cs="Cambria"/>
          <w:sz w:val="28"/>
          <w:szCs w:val="28"/>
        </w:rPr>
      </w:pPr>
      <w:r w:rsidRPr="00EE2A92">
        <w:rPr>
          <w:rFonts w:ascii="Cambria" w:hAnsi="Cambria" w:cs="Cambria"/>
          <w:sz w:val="28"/>
          <w:szCs w:val="28"/>
        </w:rPr>
        <w:t>In art I worked on a piece called the half life piece. I chose to reflect on this piece because it is very special to me.</w:t>
      </w:r>
      <w:r>
        <w:rPr>
          <w:rFonts w:ascii="Cambria" w:hAnsi="Cambria" w:cs="Cambria"/>
          <w:sz w:val="28"/>
          <w:szCs w:val="28"/>
        </w:rPr>
        <w:t xml:space="preserve"> I had chosen this piece because of the fact that most of my other pieces look horrible compared to this and I believe that this piece looks really good.</w:t>
      </w:r>
      <w:r w:rsidRPr="00EE2A92">
        <w:rPr>
          <w:rFonts w:ascii="Cambria" w:hAnsi="Cambria" w:cs="Cambria"/>
          <w:sz w:val="28"/>
          <w:szCs w:val="28"/>
        </w:rPr>
        <w:t xml:space="preserve"> It is special to me because of the hard work that I put into it while I was working on it at home.</w:t>
      </w:r>
      <w:r>
        <w:rPr>
          <w:rFonts w:ascii="Cambria" w:hAnsi="Cambria" w:cs="Cambria"/>
          <w:sz w:val="28"/>
          <w:szCs w:val="28"/>
        </w:rPr>
        <w:t xml:space="preserve"> I had spent lots of time working to perfect this piece with help.</w:t>
      </w:r>
      <w:r w:rsidRPr="00EE2A92">
        <w:rPr>
          <w:rFonts w:ascii="Cambria" w:hAnsi="Cambria" w:cs="Cambria"/>
          <w:sz w:val="28"/>
          <w:szCs w:val="28"/>
        </w:rPr>
        <w:t xml:space="preserve"> The many things that I have learned from creating this piece are things like shading. I figured out that if you hold the real picture behind the one that you are drawing</w:t>
      </w:r>
      <w:r>
        <w:rPr>
          <w:rFonts w:ascii="Cambria" w:hAnsi="Cambria" w:cs="Cambria"/>
          <w:sz w:val="28"/>
          <w:szCs w:val="28"/>
        </w:rPr>
        <w:t xml:space="preserve"> it allows you to mirror the image and get the right consistency instead of just drawing it free hand. I also learned that adding light helps with the drawing because you can see the lines you must draw beforehand. If I were to recreate this piece I would not change anything about my drawing because I think it is one of my finest pieces of art I have drawn in my time at Franklin and I intend to keep it that way.</w:t>
      </w:r>
      <w:r w:rsidRPr="00EE2A92">
        <w:rPr>
          <w:rFonts w:ascii="Cambria" w:hAnsi="Cambria" w:cs="Cambria"/>
          <w:sz w:val="28"/>
          <w:szCs w:val="28"/>
        </w:rPr>
        <w:t xml:space="preserve">  </w:t>
      </w:r>
    </w:p>
    <w:sectPr w:rsidR="006F4737" w:rsidRPr="00EE2A92" w:rsidSect="00232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0B1"/>
    <w:rsid w:val="000B70B1"/>
    <w:rsid w:val="001947FF"/>
    <w:rsid w:val="001F5D8B"/>
    <w:rsid w:val="0020493A"/>
    <w:rsid w:val="00224B50"/>
    <w:rsid w:val="002327C7"/>
    <w:rsid w:val="003114A8"/>
    <w:rsid w:val="003836F3"/>
    <w:rsid w:val="00432E03"/>
    <w:rsid w:val="006F4737"/>
    <w:rsid w:val="00C72FEB"/>
    <w:rsid w:val="00EE2A92"/>
    <w:rsid w:val="00F5185A"/>
    <w:rsid w:val="00F57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7C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153</Words>
  <Characters>874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Ravinand</cp:lastModifiedBy>
  <cp:revision>3</cp:revision>
  <dcterms:created xsi:type="dcterms:W3CDTF">2012-04-23T19:08:00Z</dcterms:created>
  <dcterms:modified xsi:type="dcterms:W3CDTF">2012-04-30T00:40:00Z</dcterms:modified>
</cp:coreProperties>
</file>